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5105EE" w:rsidP="00F73753">
      <w:pPr>
        <w:spacing w:before="60"/>
        <w:jc w:val="center"/>
        <w:rPr>
          <w:b/>
          <w:caps/>
          <w:sz w:val="28"/>
          <w:u w:val="single"/>
        </w:rPr>
      </w:pPr>
      <w:r w:rsidRPr="005105EE">
        <w:rPr>
          <w:b/>
          <w:sz w:val="28"/>
          <w:szCs w:val="28"/>
          <w:u w:val="single"/>
        </w:rPr>
        <w:t>ANNEX IV</w:t>
      </w:r>
      <w:r w:rsidR="00F73753" w:rsidRPr="005105EE">
        <w:rPr>
          <w:b/>
          <w:sz w:val="28"/>
          <w:szCs w:val="28"/>
          <w:u w:val="single"/>
        </w:rPr>
        <w:t xml:space="preserve"> </w:t>
      </w:r>
      <w:r w:rsidR="00270BBC" w:rsidRPr="005105EE">
        <w:rPr>
          <w:b/>
          <w:caps/>
          <w:sz w:val="28"/>
          <w:u w:val="single"/>
        </w:rPr>
        <w:t>-</w:t>
      </w:r>
      <w:r w:rsidR="00270BBC" w:rsidRPr="00042120">
        <w:rPr>
          <w:b/>
          <w:caps/>
          <w:sz w:val="28"/>
          <w:u w:val="single"/>
        </w:rPr>
        <w:t xml:space="preserve">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8F1242" w:rsidRPr="00692934" w:rsidRDefault="008F1242" w:rsidP="008F124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692934">
        <w:rPr>
          <w:b/>
          <w:sz w:val="28"/>
          <w:szCs w:val="28"/>
        </w:rPr>
        <w:t>Contract:</w:t>
      </w:r>
      <w:r>
        <w:rPr>
          <w:rFonts w:eastAsia="Calibri"/>
          <w:b/>
          <w:bCs/>
          <w:sz w:val="28"/>
          <w:szCs w:val="28"/>
          <w:lang w:eastAsia="ja-JP"/>
        </w:rPr>
        <w:t xml:space="preserve">  Senior Engineer for TF Structure and Coil Manufacture Follow-up</w:t>
      </w:r>
    </w:p>
    <w:p w:rsidR="008F1242" w:rsidRPr="00692934" w:rsidRDefault="008F1242" w:rsidP="008F1242">
      <w:pPr>
        <w:suppressAutoHyphens/>
        <w:ind w:right="-427"/>
        <w:jc w:val="center"/>
        <w:rPr>
          <w:b/>
          <w:sz w:val="28"/>
          <w:szCs w:val="28"/>
        </w:rPr>
      </w:pPr>
      <w:r w:rsidRPr="00692934">
        <w:rPr>
          <w:b/>
          <w:sz w:val="28"/>
          <w:szCs w:val="28"/>
        </w:rPr>
        <w:t>Reference:</w:t>
      </w:r>
      <w:r w:rsidRPr="00692934">
        <w:rPr>
          <w:b/>
          <w:sz w:val="28"/>
          <w:szCs w:val="28"/>
        </w:rPr>
        <w:tab/>
        <w:t xml:space="preserve"> IO/20/CFE/10018</w:t>
      </w:r>
      <w:r>
        <w:rPr>
          <w:b/>
          <w:sz w:val="28"/>
          <w:szCs w:val="28"/>
        </w:rPr>
        <w:t>635</w:t>
      </w:r>
      <w:r w:rsidRPr="0069293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MBA</w:t>
      </w:r>
    </w:p>
    <w:p w:rsidR="002B7466" w:rsidRPr="005105EE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5105EE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5105EE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Pr="005105EE" w:rsidRDefault="00BC4F6A" w:rsidP="006F6A3A">
      <w:pPr>
        <w:tabs>
          <w:tab w:val="left" w:pos="1701"/>
        </w:tabs>
        <w:jc w:val="both"/>
      </w:pPr>
    </w:p>
    <w:p w:rsidR="005A6538" w:rsidRPr="005105EE" w:rsidRDefault="005A6538" w:rsidP="006F6A3A">
      <w:pPr>
        <w:tabs>
          <w:tab w:val="left" w:pos="1701"/>
        </w:tabs>
        <w:jc w:val="both"/>
      </w:pPr>
    </w:p>
    <w:p w:rsidR="006F6A3A" w:rsidRPr="005105EE" w:rsidRDefault="006F6A3A" w:rsidP="006F6A3A">
      <w:pPr>
        <w:tabs>
          <w:tab w:val="left" w:pos="1701"/>
        </w:tabs>
        <w:jc w:val="both"/>
      </w:pPr>
      <w:r w:rsidRPr="005105EE">
        <w:t>I</w:t>
      </w:r>
      <w:r w:rsidR="003E4DA9" w:rsidRPr="005105EE">
        <w:t xml:space="preserve"> </w:t>
      </w:r>
      <w:r w:rsidRPr="005105EE">
        <w:t>the undersigned, hereby declare that I</w:t>
      </w:r>
      <w:r w:rsidR="003E4DA9" w:rsidRPr="005105EE">
        <w:t xml:space="preserve"> </w:t>
      </w:r>
      <w:r w:rsidRPr="005105EE">
        <w:t xml:space="preserve">agree to </w:t>
      </w:r>
      <w:r w:rsidR="00E155F8" w:rsidRPr="005105EE">
        <w:t xml:space="preserve">take part in the </w:t>
      </w:r>
      <w:r w:rsidRPr="005105EE">
        <w:t xml:space="preserve">above-mentioned </w:t>
      </w:r>
      <w:r w:rsidR="00E155F8" w:rsidRPr="005105EE">
        <w:t>Call for Expertise</w:t>
      </w:r>
      <w:r w:rsidRPr="005105EE">
        <w:t xml:space="preserve">. </w:t>
      </w:r>
    </w:p>
    <w:p w:rsidR="00D9702B" w:rsidRPr="005105EE" w:rsidRDefault="00D9702B" w:rsidP="006F6A3A">
      <w:pPr>
        <w:tabs>
          <w:tab w:val="left" w:pos="1701"/>
        </w:tabs>
        <w:jc w:val="both"/>
      </w:pPr>
    </w:p>
    <w:p w:rsidR="006F6A3A" w:rsidRPr="005105EE" w:rsidRDefault="006F6A3A" w:rsidP="00463BBE">
      <w:pPr>
        <w:tabs>
          <w:tab w:val="left" w:pos="1701"/>
          <w:tab w:val="left" w:pos="7830"/>
        </w:tabs>
      </w:pPr>
      <w:r w:rsidRPr="005105EE">
        <w:t>I</w:t>
      </w:r>
      <w:r w:rsidR="003E4DA9" w:rsidRPr="005105EE">
        <w:t xml:space="preserve"> </w:t>
      </w:r>
      <w:r w:rsidRPr="005105EE">
        <w:t>further declare that I</w:t>
      </w:r>
      <w:r w:rsidR="003E4DA9" w:rsidRPr="005105EE">
        <w:t xml:space="preserve"> am</w:t>
      </w:r>
      <w:r w:rsidRPr="005105EE">
        <w:t xml:space="preserve"> able and willing to work </w:t>
      </w:r>
      <w:r w:rsidR="00463BBE" w:rsidRPr="005105EE">
        <w:tab/>
      </w:r>
    </w:p>
    <w:p w:rsidR="006F6A3A" w:rsidRPr="005105EE" w:rsidRDefault="006F6A3A" w:rsidP="006F6A3A">
      <w:pPr>
        <w:tabs>
          <w:tab w:val="left" w:pos="1701"/>
        </w:tabs>
      </w:pPr>
    </w:p>
    <w:p w:rsidR="006F6A3A" w:rsidRPr="005105EE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5105EE">
        <w:t xml:space="preserve">for the period(s) foreseen in the </w:t>
      </w:r>
      <w:r w:rsidR="00E155F8" w:rsidRPr="005105EE">
        <w:t>Technical Specification</w:t>
      </w:r>
      <w:r w:rsidRPr="005105EE">
        <w:t xml:space="preserve"> attached to the above referenced </w:t>
      </w:r>
      <w:r w:rsidR="00E155F8" w:rsidRPr="005105EE">
        <w:t>Call for Expertise</w:t>
      </w:r>
      <w:r w:rsidRPr="005105EE">
        <w:t xml:space="preserve"> for the </w:t>
      </w:r>
      <w:r w:rsidR="00D2537F" w:rsidRPr="005105EE">
        <w:t>completion of</w:t>
      </w:r>
      <w:r w:rsidR="00C245D7" w:rsidRPr="005105EE">
        <w:t xml:space="preserve"> the </w:t>
      </w:r>
      <w:r w:rsidR="00D2537F" w:rsidRPr="005105EE">
        <w:t>works</w:t>
      </w:r>
      <w:r w:rsidRPr="005105EE">
        <w:t xml:space="preserve"> </w:t>
      </w:r>
      <w:r w:rsidR="00E155F8" w:rsidRPr="005105EE">
        <w:t>proposed</w:t>
      </w:r>
      <w:r w:rsidRPr="005105EE">
        <w:t xml:space="preserve"> and</w:t>
      </w:r>
    </w:p>
    <w:p w:rsidR="002E0502" w:rsidRPr="005105EE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5105EE">
        <w:t>within</w:t>
      </w:r>
      <w:proofErr w:type="gramEnd"/>
      <w:r w:rsidRPr="005105EE">
        <w:t xml:space="preserve"> the execution period of the specific contract which</w:t>
      </w:r>
      <w:r w:rsidR="002E0502" w:rsidRPr="005105EE">
        <w:t xml:space="preserve"> is scheduled to</w:t>
      </w:r>
      <w:r w:rsidRPr="005105EE">
        <w:t xml:space="preserve"> run</w:t>
      </w:r>
      <w:r w:rsidR="00A252F0" w:rsidRPr="005105EE">
        <w:t xml:space="preserve"> from </w:t>
      </w:r>
      <w:r w:rsidR="001969C4">
        <w:t>April</w:t>
      </w:r>
      <w:bookmarkStart w:id="0" w:name="_GoBack"/>
      <w:bookmarkEnd w:id="0"/>
      <w:r w:rsidR="005105EE">
        <w:t xml:space="preserve"> </w:t>
      </w:r>
      <w:r w:rsidR="005105EE" w:rsidRPr="005105EE">
        <w:t>2020</w:t>
      </w:r>
      <w:r w:rsidR="003E4DA9" w:rsidRPr="005105EE">
        <w:t xml:space="preserve"> </w:t>
      </w:r>
      <w:r w:rsidR="00A252F0" w:rsidRPr="005105EE">
        <w:t>for</w:t>
      </w:r>
      <w:r w:rsidR="00860A2F" w:rsidRPr="005105EE">
        <w:t xml:space="preserve"> </w:t>
      </w:r>
      <w:r w:rsidR="003E4DA9" w:rsidRPr="005105EE">
        <w:t>12 months</w:t>
      </w:r>
      <w:r w:rsidR="0004610A" w:rsidRPr="005105EE">
        <w:t xml:space="preserve">. </w:t>
      </w:r>
      <w:r w:rsidR="00506D28" w:rsidRPr="005105EE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B22" w:rsidRDefault="001C6B22">
      <w:r>
        <w:separator/>
      </w:r>
    </w:p>
  </w:endnote>
  <w:endnote w:type="continuationSeparator" w:id="0">
    <w:p w:rsidR="001C6B22" w:rsidRDefault="001C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B22" w:rsidRDefault="001C6B22">
      <w:r>
        <w:separator/>
      </w:r>
    </w:p>
  </w:footnote>
  <w:footnote w:type="continuationSeparator" w:id="0">
    <w:p w:rsidR="001C6B22" w:rsidRDefault="001C6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6B22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969C4"/>
    <w:rsid w:val="001C6B22"/>
    <w:rsid w:val="001E78CC"/>
    <w:rsid w:val="001F51EB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D7C0A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4E5F89"/>
    <w:rsid w:val="00506D28"/>
    <w:rsid w:val="005105EE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1242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B83E53"/>
  <w15:docId w15:val="{4F21252F-6C0C-458B-8FE6-57FB8876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Statement_of_Exclusivity_and_Availabilit_4775HM_v1_3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(1).dotx</Template>
  <TotalTime>6</TotalTime>
  <Pages>1</Pages>
  <Words>207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Maeda Yo</dc:creator>
  <cp:lastModifiedBy>Benkovska Martina</cp:lastModifiedBy>
  <cp:revision>8</cp:revision>
  <cp:lastPrinted>2012-04-10T09:52:00Z</cp:lastPrinted>
  <dcterms:created xsi:type="dcterms:W3CDTF">2020-01-24T08:17:00Z</dcterms:created>
  <dcterms:modified xsi:type="dcterms:W3CDTF">2020-02-05T13:28:00Z</dcterms:modified>
</cp:coreProperties>
</file>